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400222B0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D03F48">
        <w:rPr>
          <w:b/>
          <w:color w:val="FF5200" w:themeColor="accent2"/>
          <w:sz w:val="36"/>
          <w:szCs w:val="36"/>
        </w:rPr>
        <w:t>„</w:t>
      </w:r>
      <w:r w:rsidR="00D03F48" w:rsidRPr="00D03F48">
        <w:rPr>
          <w:b/>
          <w:color w:val="FF5200" w:themeColor="accent2"/>
          <w:sz w:val="36"/>
          <w:szCs w:val="36"/>
        </w:rPr>
        <w:t>Staniční oděv PS II</w:t>
      </w:r>
      <w:r w:rsidR="0031280B" w:rsidRPr="00D03F48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57278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BC5A0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109653/2025-SŽ-GŘ-O25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BC5A04">
          <w:pPr>
            <w:pStyle w:val="Obsah2"/>
          </w:pPr>
          <w:r>
            <w:t>Obsah</w:t>
          </w:r>
        </w:p>
        <w:p w14:paraId="442E9A9E" w14:textId="5A587E7B" w:rsidR="00BC5A04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213158304" w:history="1">
            <w:r w:rsidR="00BC5A04" w:rsidRPr="001473BB">
              <w:rPr>
                <w:rStyle w:val="Hypertextovodkaz"/>
                <w:noProof/>
              </w:rPr>
              <w:t>Kapitola 1.</w:t>
            </w:r>
            <w:r w:rsidR="00BC5A04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BC5A04" w:rsidRPr="001473BB">
              <w:rPr>
                <w:rStyle w:val="Hypertextovodkaz"/>
                <w:noProof/>
              </w:rPr>
              <w:t>Základní údaje k nabídce</w:t>
            </w:r>
            <w:r w:rsidR="00BC5A04">
              <w:rPr>
                <w:noProof/>
                <w:webHidden/>
              </w:rPr>
              <w:tab/>
            </w:r>
            <w:r w:rsidR="00BC5A04">
              <w:rPr>
                <w:noProof/>
                <w:webHidden/>
              </w:rPr>
              <w:fldChar w:fldCharType="begin"/>
            </w:r>
            <w:r w:rsidR="00BC5A04">
              <w:rPr>
                <w:noProof/>
                <w:webHidden/>
              </w:rPr>
              <w:instrText xml:space="preserve"> PAGEREF _Toc213158304 \h </w:instrText>
            </w:r>
            <w:r w:rsidR="00BC5A04">
              <w:rPr>
                <w:noProof/>
                <w:webHidden/>
              </w:rPr>
            </w:r>
            <w:r w:rsidR="00BC5A04">
              <w:rPr>
                <w:noProof/>
                <w:webHidden/>
              </w:rPr>
              <w:fldChar w:fldCharType="separate"/>
            </w:r>
            <w:r w:rsidR="00BC5A04">
              <w:rPr>
                <w:noProof/>
                <w:webHidden/>
              </w:rPr>
              <w:t>2</w:t>
            </w:r>
            <w:r w:rsidR="00BC5A04">
              <w:rPr>
                <w:noProof/>
                <w:webHidden/>
              </w:rPr>
              <w:fldChar w:fldCharType="end"/>
            </w:r>
          </w:hyperlink>
        </w:p>
        <w:p w14:paraId="4AEE6861" w14:textId="0A7692DD" w:rsidR="00BC5A04" w:rsidRDefault="00BC5A0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3158305" w:history="1">
            <w:r w:rsidRPr="001473BB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473BB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_Toc213158305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2727EE" w14:textId="79441C27" w:rsidR="00BC5A04" w:rsidRDefault="00BC5A0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3158306" w:history="1">
            <w:r w:rsidRPr="001473BB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473BB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_Toc213158306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33B55E" w14:textId="1DE21384" w:rsidR="00BC5A04" w:rsidRDefault="00BC5A0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3158307" w:history="1">
            <w:r w:rsidRPr="001473BB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473BB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_Toc213158307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C1C42A" w14:textId="57F5569E" w:rsidR="00BC5A04" w:rsidRDefault="00BC5A0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3158308" w:history="1">
            <w:r w:rsidRPr="001473BB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473BB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_Toc213158308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8F8A8C" w14:textId="3F18D499" w:rsidR="00BC5A04" w:rsidRDefault="00BC5A0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3158309" w:history="1">
            <w:r w:rsidRPr="001473BB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473BB">
              <w:rPr>
                <w:rStyle w:val="Hypertextovodkaz"/>
                <w:noProof/>
              </w:rPr>
              <w:t>Čestné</w:t>
            </w:r>
            <w:r w:rsidRPr="001473BB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_Toc213158309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1FC3107A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213158304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0F08BE82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D03F48">
        <w:rPr>
          <w:rFonts w:eastAsia="Times New Roman" w:cs="Times New Roman"/>
          <w:lang w:eastAsia="cs-CZ"/>
        </w:rPr>
        <w:t>podlimitní sektorovou veřejnou zakázku</w:t>
      </w:r>
      <w:r w:rsidRPr="00D03F48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BC5A04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BC5A04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213158305"/>
      <w:r>
        <w:lastRenderedPageBreak/>
        <w:t>Ceník</w:t>
      </w:r>
      <w:bookmarkEnd w:id="1"/>
    </w:p>
    <w:p w14:paraId="3E5E9B0F" w14:textId="1603060B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201E77">
        <w:rPr>
          <w:rStyle w:val="Siln"/>
          <w:b w:val="0"/>
          <w:bCs w:val="0"/>
        </w:rPr>
        <w:t>3</w:t>
      </w:r>
      <w:r w:rsidRPr="002072A0">
        <w:rPr>
          <w:rStyle w:val="Siln"/>
          <w:b w:val="0"/>
          <w:bCs w:val="0"/>
        </w:rPr>
        <w:t xml:space="preserve"> </w:t>
      </w:r>
      <w:r w:rsidR="00201E77">
        <w:rPr>
          <w:rStyle w:val="Siln"/>
          <w:b w:val="0"/>
          <w:bCs w:val="0"/>
        </w:rPr>
        <w:t>Závazného vzoru smlouvy, který je přílohou č. 3</w:t>
      </w:r>
      <w:r w:rsidRPr="002072A0">
        <w:rPr>
          <w:rStyle w:val="Siln"/>
          <w:b w:val="0"/>
          <w:bCs w:val="0"/>
        </w:rPr>
        <w:t xml:space="preserve"> Výzvy k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BC5A04">
          <w:headerReference w:type="first" r:id="rId16"/>
          <w:footerReference w:type="first" r:id="rId17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213158306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8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213158307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213158308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213158309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97BA09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CDE09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2812B2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3B4C71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26B3DE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BFD9CE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0D3D4A" w14:textId="2F0E571A" w:rsidR="00D03F48" w:rsidRDefault="00D03F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697CF" w14:textId="4DBB8C9E" w:rsidR="00D03F48" w:rsidRDefault="00D03F4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2FBF01F9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20852A93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E47"/>
    <w:rsid w:val="00054625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1E77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17259"/>
    <w:rsid w:val="00523EA7"/>
    <w:rsid w:val="00553375"/>
    <w:rsid w:val="00557C28"/>
    <w:rsid w:val="00572787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2DA0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671B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4632"/>
    <w:rsid w:val="00A92E7F"/>
    <w:rsid w:val="00A93A74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5A04"/>
    <w:rsid w:val="00BC7F8D"/>
    <w:rsid w:val="00BD0B61"/>
    <w:rsid w:val="00BD7E91"/>
    <w:rsid w:val="00C02D0A"/>
    <w:rsid w:val="00C03A6E"/>
    <w:rsid w:val="00C044EE"/>
    <w:rsid w:val="00C1167E"/>
    <w:rsid w:val="00C11942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03F48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C5A04"/>
    <w:pPr>
      <w:tabs>
        <w:tab w:val="left" w:pos="1320"/>
        <w:tab w:val="right" w:leader="dot" w:pos="8692"/>
      </w:tabs>
      <w:spacing w:after="100"/>
      <w:ind w:left="1276" w:hanging="1096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zakonyprolidi.cz/cs/2016-134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3A26986-423D-4B76-9AA7-32E4822A9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24bd7335-73fa-4289-ac41-e1198b3533d9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8</Pages>
  <Words>1145</Words>
  <Characters>6759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Kresová Petra, Bc.</cp:lastModifiedBy>
  <cp:revision>6</cp:revision>
  <cp:lastPrinted>2025-11-04T13:18:00Z</cp:lastPrinted>
  <dcterms:created xsi:type="dcterms:W3CDTF">2025-08-18T06:55:00Z</dcterms:created>
  <dcterms:modified xsi:type="dcterms:W3CDTF">2025-11-04T13:18:00Z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